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E246B9" w14:textId="77777777" w:rsidR="006C0D4E" w:rsidRDefault="006C0D4E"/>
    <w:p w14:paraId="0EBFCBC6" w14:textId="77777777" w:rsidR="006C0D4E" w:rsidRDefault="006C0D4E"/>
    <w:tbl>
      <w:tblPr>
        <w:tblW w:w="921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71"/>
        <w:gridCol w:w="993"/>
        <w:gridCol w:w="2976"/>
        <w:gridCol w:w="3470"/>
      </w:tblGrid>
      <w:tr w:rsidR="006C0D4E" w14:paraId="689FD500" w14:textId="77777777" w:rsidTr="00B1187A">
        <w:tc>
          <w:tcPr>
            <w:tcW w:w="9210" w:type="dxa"/>
            <w:gridSpan w:val="4"/>
            <w:tcBorders>
              <w:top w:val="double" w:sz="12" w:space="0" w:color="auto"/>
              <w:left w:val="double" w:sz="12" w:space="0" w:color="auto"/>
              <w:bottom w:val="double" w:sz="12" w:space="0" w:color="auto"/>
              <w:right w:val="double" w:sz="12" w:space="0" w:color="auto"/>
            </w:tcBorders>
          </w:tcPr>
          <w:p w14:paraId="6EF936FB" w14:textId="77777777" w:rsidR="00882BE9" w:rsidRPr="00882BE9" w:rsidRDefault="00882BE9" w:rsidP="00EE0612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mallCaps/>
                <w:sz w:val="28"/>
              </w:rPr>
            </w:pPr>
          </w:p>
          <w:p w14:paraId="0444D239" w14:textId="77777777" w:rsidR="005148D8" w:rsidRDefault="005148D8" w:rsidP="005148D8">
            <w:r w:rsidRPr="00C613AF"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289EC943" wp14:editId="6E9BC4D6">
                  <wp:simplePos x="0" y="0"/>
                  <wp:positionH relativeFrom="column">
                    <wp:posOffset>142875</wp:posOffset>
                  </wp:positionH>
                  <wp:positionV relativeFrom="paragraph">
                    <wp:posOffset>60960</wp:posOffset>
                  </wp:positionV>
                  <wp:extent cx="2033270" cy="982345"/>
                  <wp:effectExtent l="0" t="0" r="0" b="0"/>
                  <wp:wrapThrough wrapText="bothSides">
                    <wp:wrapPolygon edited="0">
                      <wp:start x="0" y="0"/>
                      <wp:lineTo x="0" y="21363"/>
                      <wp:lineTo x="21452" y="21363"/>
                      <wp:lineTo x="21452" y="0"/>
                      <wp:lineTo x="0" y="0"/>
                    </wp:wrapPolygon>
                  </wp:wrapThrough>
                  <wp:docPr id="2" name="obrázek 2" descr="logo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3270" cy="982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F4192BF" w14:textId="77777777" w:rsidR="005148D8" w:rsidRPr="00882BE9" w:rsidRDefault="005148D8" w:rsidP="005148D8">
            <w:pPr>
              <w:tabs>
                <w:tab w:val="left" w:pos="1701"/>
                <w:tab w:val="left" w:pos="6804"/>
              </w:tabs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mallCaps/>
                <w:sz w:val="28"/>
              </w:rPr>
              <w:t>PETR WAGNER</w:t>
            </w:r>
          </w:p>
          <w:p w14:paraId="71A79282" w14:textId="77777777" w:rsidR="005148D8" w:rsidRPr="00882BE9" w:rsidRDefault="005148D8" w:rsidP="005148D8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>
              <w:rPr>
                <w:rFonts w:ascii="Arial" w:hAnsi="Arial" w:cs="Arial"/>
                <w:smallCaps/>
                <w:sz w:val="24"/>
                <w:szCs w:val="24"/>
              </w:rPr>
              <w:t>M.J. HUSA Č.P. 539/22</w:t>
            </w: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, 43401 MOST</w:t>
            </w:r>
          </w:p>
          <w:p w14:paraId="44AC7F5C" w14:textId="77777777" w:rsidR="005148D8" w:rsidRPr="00882BE9" w:rsidRDefault="005148D8" w:rsidP="005148D8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smallCaps/>
                <w:sz w:val="24"/>
                <w:szCs w:val="24"/>
              </w:rPr>
            </w:pP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 xml:space="preserve">IČ: </w:t>
            </w:r>
            <w:r>
              <w:rPr>
                <w:rFonts w:ascii="Arial" w:hAnsi="Arial" w:cs="Arial"/>
                <w:smallCaps/>
                <w:sz w:val="24"/>
                <w:szCs w:val="24"/>
              </w:rPr>
              <w:t>87245205</w:t>
            </w:r>
            <w:r w:rsidRPr="00882BE9">
              <w:rPr>
                <w:rFonts w:ascii="Arial" w:hAnsi="Arial" w:cs="Arial"/>
                <w:smallCaps/>
                <w:sz w:val="24"/>
                <w:szCs w:val="24"/>
              </w:rPr>
              <w:t>, DIČ: CZ</w:t>
            </w:r>
            <w:r>
              <w:rPr>
                <w:rFonts w:ascii="Arial" w:hAnsi="Arial" w:cs="Arial"/>
                <w:smallCaps/>
                <w:sz w:val="24"/>
                <w:szCs w:val="24"/>
              </w:rPr>
              <w:t>8303112785</w:t>
            </w:r>
          </w:p>
          <w:p w14:paraId="1092BE6B" w14:textId="77777777" w:rsidR="00882BE9" w:rsidRPr="00882BE9" w:rsidRDefault="00882BE9" w:rsidP="00C3274E">
            <w:pPr>
              <w:tabs>
                <w:tab w:val="left" w:pos="1701"/>
                <w:tab w:val="left" w:pos="6804"/>
              </w:tabs>
              <w:spacing w:before="120"/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4E3575" w14:paraId="2F1017C3" w14:textId="77777777" w:rsidTr="00B1187A">
        <w:tc>
          <w:tcPr>
            <w:tcW w:w="1771" w:type="dxa"/>
            <w:tcBorders>
              <w:left w:val="double" w:sz="12" w:space="0" w:color="auto"/>
            </w:tcBorders>
          </w:tcPr>
          <w:p w14:paraId="09AF8F4A" w14:textId="77777777" w:rsidR="004E3575" w:rsidRPr="00882BE9" w:rsidRDefault="004E3575" w:rsidP="004E3575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ab/>
            </w:r>
          </w:p>
          <w:p w14:paraId="6DA3D887" w14:textId="2F18B604" w:rsidR="004E3575" w:rsidRPr="00882BE9" w:rsidRDefault="004E3575" w:rsidP="004E3575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>Objednatel:</w:t>
            </w:r>
          </w:p>
        </w:tc>
        <w:tc>
          <w:tcPr>
            <w:tcW w:w="7439" w:type="dxa"/>
            <w:gridSpan w:val="3"/>
            <w:tcBorders>
              <w:left w:val="nil"/>
              <w:right w:val="double" w:sz="12" w:space="0" w:color="auto"/>
            </w:tcBorders>
          </w:tcPr>
          <w:p w14:paraId="620B90C4" w14:textId="77777777" w:rsidR="004E3575" w:rsidRPr="00882BE9" w:rsidRDefault="004E3575" w:rsidP="004E3575">
            <w:pPr>
              <w:rPr>
                <w:rFonts w:ascii="Arial" w:hAnsi="Arial" w:cs="Arial"/>
                <w:sz w:val="28"/>
                <w:szCs w:val="28"/>
              </w:rPr>
            </w:pPr>
          </w:p>
          <w:p w14:paraId="70BD9CD2" w14:textId="77777777" w:rsidR="004E3575" w:rsidRDefault="004E3575" w:rsidP="004E357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Chomutovská bytová a.s., </w:t>
            </w:r>
          </w:p>
          <w:p w14:paraId="35361A87" w14:textId="77777777" w:rsidR="004E3575" w:rsidRDefault="004E3575" w:rsidP="004E3575">
            <w:pPr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Křižíkova 1098, 430 01 Chomutov</w:t>
            </w:r>
          </w:p>
          <w:p w14:paraId="3B07A34A" w14:textId="368A0113" w:rsidR="004E3575" w:rsidRPr="00882BE9" w:rsidRDefault="004E3575" w:rsidP="004E3575">
            <w:pPr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4E3575" w14:paraId="344CFA23" w14:textId="77777777" w:rsidTr="00B1187A">
        <w:trPr>
          <w:trHeight w:val="80"/>
        </w:trPr>
        <w:tc>
          <w:tcPr>
            <w:tcW w:w="1771" w:type="dxa"/>
            <w:tcBorders>
              <w:left w:val="double" w:sz="12" w:space="0" w:color="auto"/>
            </w:tcBorders>
          </w:tcPr>
          <w:p w14:paraId="176C716E" w14:textId="7BBAF615" w:rsidR="004E3575" w:rsidRPr="00882BE9" w:rsidRDefault="004E3575" w:rsidP="004E3575">
            <w:pPr>
              <w:tabs>
                <w:tab w:val="left" w:pos="1418"/>
              </w:tabs>
              <w:spacing w:before="120"/>
              <w:rPr>
                <w:rFonts w:ascii="Arial" w:hAnsi="Arial" w:cs="Arial"/>
                <w:b/>
                <w:sz w:val="28"/>
                <w:szCs w:val="28"/>
              </w:rPr>
            </w:pPr>
            <w:r w:rsidRPr="00882BE9">
              <w:rPr>
                <w:rFonts w:ascii="Arial" w:hAnsi="Arial" w:cs="Arial"/>
                <w:b/>
                <w:sz w:val="28"/>
                <w:szCs w:val="28"/>
              </w:rPr>
              <w:t>Akce:</w:t>
            </w:r>
          </w:p>
        </w:tc>
        <w:tc>
          <w:tcPr>
            <w:tcW w:w="7439" w:type="dxa"/>
            <w:gridSpan w:val="3"/>
            <w:tcBorders>
              <w:left w:val="nil"/>
              <w:right w:val="double" w:sz="12" w:space="0" w:color="auto"/>
            </w:tcBorders>
          </w:tcPr>
          <w:p w14:paraId="0E0547B7" w14:textId="77777777" w:rsidR="004E3575" w:rsidRDefault="004E3575" w:rsidP="004E3575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bookmarkStart w:id="0" w:name="_Hlk39781571"/>
            <w:r>
              <w:rPr>
                <w:rFonts w:ascii="Arial" w:hAnsi="Arial" w:cs="Arial"/>
                <w:sz w:val="28"/>
                <w:szCs w:val="28"/>
              </w:rPr>
              <w:t>BD ul. Přemyslova č.p. 1701/7, Chomutov</w:t>
            </w:r>
            <w:r w:rsidRPr="001B5E4D">
              <w:rPr>
                <w:rFonts w:ascii="Arial" w:hAnsi="Arial" w:cs="Arial"/>
                <w:sz w:val="28"/>
                <w:szCs w:val="28"/>
              </w:rPr>
              <w:t xml:space="preserve"> </w:t>
            </w:r>
          </w:p>
          <w:p w14:paraId="7B9CE57C" w14:textId="77777777" w:rsidR="004E3575" w:rsidRPr="00882BE9" w:rsidRDefault="004E3575" w:rsidP="004E3575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Rekonstrukce plynové kotelny </w:t>
            </w:r>
            <w:bookmarkEnd w:id="0"/>
          </w:p>
          <w:p w14:paraId="0B82CF07" w14:textId="4E7F8B06" w:rsidR="004E3575" w:rsidRPr="00882BE9" w:rsidRDefault="004E3575" w:rsidP="004E3575">
            <w:pPr>
              <w:spacing w:before="120"/>
              <w:rPr>
                <w:rFonts w:ascii="Arial" w:hAnsi="Arial" w:cs="Arial"/>
                <w:sz w:val="28"/>
                <w:szCs w:val="28"/>
              </w:rPr>
            </w:pPr>
          </w:p>
        </w:tc>
      </w:tr>
      <w:tr w:rsidR="00AF5DC0" w14:paraId="3BFAA5F6" w14:textId="77777777" w:rsidTr="00B1187A">
        <w:tc>
          <w:tcPr>
            <w:tcW w:w="1771" w:type="dxa"/>
            <w:tcBorders>
              <w:left w:val="double" w:sz="12" w:space="0" w:color="auto"/>
            </w:tcBorders>
          </w:tcPr>
          <w:p w14:paraId="0824EC35" w14:textId="77777777" w:rsidR="00AF5DC0" w:rsidRPr="00882BE9" w:rsidRDefault="00AF5DC0" w:rsidP="00AF5DC0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7439" w:type="dxa"/>
            <w:gridSpan w:val="3"/>
            <w:tcBorders>
              <w:left w:val="nil"/>
              <w:right w:val="double" w:sz="12" w:space="0" w:color="auto"/>
            </w:tcBorders>
          </w:tcPr>
          <w:p w14:paraId="0B86586B" w14:textId="77777777" w:rsidR="00AF5DC0" w:rsidRPr="00882BE9" w:rsidRDefault="00AF5DC0" w:rsidP="00AF5DC0">
            <w:pPr>
              <w:tabs>
                <w:tab w:val="left" w:pos="1418"/>
              </w:tabs>
              <w:rPr>
                <w:rFonts w:ascii="Arial" w:hAnsi="Arial" w:cs="Arial"/>
                <w:b/>
                <w:sz w:val="28"/>
              </w:rPr>
            </w:pPr>
          </w:p>
        </w:tc>
      </w:tr>
      <w:tr w:rsidR="00AF5DC0" w14:paraId="1B6970BF" w14:textId="77777777" w:rsidTr="00B1187A">
        <w:tc>
          <w:tcPr>
            <w:tcW w:w="9210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19BDA4D6" w14:textId="77777777" w:rsidR="00AF5DC0" w:rsidRPr="00882BE9" w:rsidRDefault="00AF5DC0" w:rsidP="00AF5DC0">
            <w:pPr>
              <w:tabs>
                <w:tab w:val="left" w:pos="1418"/>
              </w:tabs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AF5DC0" w14:paraId="61B2195C" w14:textId="77777777" w:rsidTr="00B1187A">
        <w:tc>
          <w:tcPr>
            <w:tcW w:w="9210" w:type="dxa"/>
            <w:gridSpan w:val="4"/>
            <w:tcBorders>
              <w:left w:val="double" w:sz="12" w:space="0" w:color="auto"/>
              <w:right w:val="double" w:sz="12" w:space="0" w:color="auto"/>
            </w:tcBorders>
          </w:tcPr>
          <w:p w14:paraId="37172268" w14:textId="1D7B0409" w:rsidR="00AF5DC0" w:rsidRPr="00882BE9" w:rsidRDefault="00AF5DC0" w:rsidP="00AF5DC0">
            <w:pPr>
              <w:pStyle w:val="Nadpis3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</w:rPr>
              <w:t xml:space="preserve">projektová dokumentace  </w:t>
            </w:r>
            <w:r w:rsidRPr="00882BE9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 xml:space="preserve">pro </w:t>
            </w:r>
            <w:r w:rsidR="00D02F03">
              <w:rPr>
                <w:rFonts w:ascii="Arial" w:hAnsi="Arial" w:cs="Arial"/>
              </w:rPr>
              <w:t xml:space="preserve">stavební povolení a </w:t>
            </w:r>
            <w:r>
              <w:rPr>
                <w:rFonts w:ascii="Arial" w:hAnsi="Arial" w:cs="Arial"/>
              </w:rPr>
              <w:t>provádění stavby</w:t>
            </w:r>
            <w:r w:rsidRPr="00882BE9">
              <w:rPr>
                <w:rFonts w:ascii="Arial" w:hAnsi="Arial" w:cs="Arial"/>
              </w:rPr>
              <w:br/>
              <w:t xml:space="preserve"> </w:t>
            </w:r>
            <w:r w:rsidRPr="00882BE9"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t>E</w:t>
            </w:r>
            <w:r w:rsidRPr="00882BE9">
              <w:rPr>
                <w:rFonts w:ascii="Arial" w:hAnsi="Arial" w:cs="Arial"/>
                <w:smallCaps w:val="0"/>
                <w:sz w:val="28"/>
              </w:rPr>
              <w:t xml:space="preserve"> </w:t>
            </w:r>
            <w:r>
              <w:rPr>
                <w:rFonts w:ascii="Arial" w:hAnsi="Arial" w:cs="Arial"/>
                <w:smallCaps w:val="0"/>
                <w:sz w:val="28"/>
              </w:rPr>
              <w:t>– Zásady organizace výstavby</w:t>
            </w:r>
            <w:r w:rsidRPr="00882BE9">
              <w:rPr>
                <w:rFonts w:ascii="Arial" w:hAnsi="Arial" w:cs="Arial"/>
              </w:rPr>
              <w:br/>
            </w:r>
          </w:p>
          <w:p w14:paraId="0D8FD384" w14:textId="77777777" w:rsidR="00AF5DC0" w:rsidRPr="00882BE9" w:rsidRDefault="00AF5DC0" w:rsidP="00AF5DC0">
            <w:pPr>
              <w:rPr>
                <w:rFonts w:ascii="Arial" w:hAnsi="Arial" w:cs="Arial"/>
              </w:rPr>
            </w:pPr>
          </w:p>
        </w:tc>
      </w:tr>
      <w:tr w:rsidR="00F02015" w14:paraId="30C436BC" w14:textId="77777777" w:rsidTr="00B1187A">
        <w:tc>
          <w:tcPr>
            <w:tcW w:w="2764" w:type="dxa"/>
            <w:gridSpan w:val="2"/>
            <w:tcBorders>
              <w:top w:val="double" w:sz="12" w:space="0" w:color="auto"/>
              <w:left w:val="double" w:sz="12" w:space="0" w:color="auto"/>
            </w:tcBorders>
          </w:tcPr>
          <w:p w14:paraId="0883D749" w14:textId="74759151" w:rsidR="00F02015" w:rsidRPr="00882BE9" w:rsidRDefault="00F02015" w:rsidP="00F02015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8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Vypracoval:</w:t>
            </w:r>
            <w:r w:rsidRPr="00882BE9">
              <w:rPr>
                <w:rFonts w:ascii="Arial" w:hAnsi="Arial" w:cs="Arial"/>
                <w:b/>
                <w:sz w:val="24"/>
              </w:rPr>
              <w:tab/>
            </w:r>
          </w:p>
        </w:tc>
        <w:tc>
          <w:tcPr>
            <w:tcW w:w="2976" w:type="dxa"/>
            <w:tcBorders>
              <w:top w:val="double" w:sz="12" w:space="0" w:color="auto"/>
            </w:tcBorders>
          </w:tcPr>
          <w:p w14:paraId="5D54C1A4" w14:textId="77777777" w:rsidR="00F02015" w:rsidRPr="00882BE9" w:rsidRDefault="00F02015" w:rsidP="00F02015">
            <w:pPr>
              <w:tabs>
                <w:tab w:val="left" w:pos="1701"/>
              </w:tabs>
              <w:spacing w:before="120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Petr Wagner </w:t>
            </w:r>
          </w:p>
          <w:p w14:paraId="17959C1A" w14:textId="77777777" w:rsidR="00F02015" w:rsidRDefault="00F02015" w:rsidP="00F02015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M.J. Husa 539/22 </w:t>
            </w:r>
          </w:p>
          <w:p w14:paraId="61925E05" w14:textId="77777777" w:rsidR="00F02015" w:rsidRPr="00882BE9" w:rsidRDefault="00F02015" w:rsidP="00F02015">
            <w:pPr>
              <w:tabs>
                <w:tab w:val="left" w:pos="1701"/>
              </w:tabs>
              <w:rPr>
                <w:rFonts w:ascii="Arial" w:hAnsi="Arial" w:cs="Arial"/>
                <w:b/>
                <w:sz w:val="24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>43401 Most</w:t>
            </w:r>
          </w:p>
          <w:p w14:paraId="3CFCFD29" w14:textId="77777777" w:rsidR="00F02015" w:rsidRPr="00882BE9" w:rsidRDefault="00F02015" w:rsidP="00F02015">
            <w:pPr>
              <w:tabs>
                <w:tab w:val="left" w:pos="1701"/>
              </w:tabs>
              <w:rPr>
                <w:rFonts w:ascii="Arial" w:hAnsi="Arial" w:cs="Arial"/>
                <w:b/>
                <w:sz w:val="28"/>
              </w:rPr>
            </w:pPr>
          </w:p>
        </w:tc>
        <w:tc>
          <w:tcPr>
            <w:tcW w:w="3470" w:type="dxa"/>
            <w:tcBorders>
              <w:top w:val="double" w:sz="12" w:space="0" w:color="auto"/>
              <w:right w:val="double" w:sz="12" w:space="0" w:color="auto"/>
            </w:tcBorders>
          </w:tcPr>
          <w:p w14:paraId="5088F24C" w14:textId="44C7778B" w:rsidR="00F02015" w:rsidRPr="00882BE9" w:rsidRDefault="00F02015" w:rsidP="00F02015">
            <w:pPr>
              <w:spacing w:before="120"/>
              <w:rPr>
                <w:rFonts w:ascii="Arial" w:hAnsi="Arial" w:cs="Arial"/>
              </w:rPr>
            </w:pPr>
            <w:r w:rsidRPr="00882BE9">
              <w:rPr>
                <w:rFonts w:ascii="Arial" w:hAnsi="Arial" w:cs="Arial"/>
                <w:b/>
                <w:sz w:val="24"/>
              </w:rPr>
              <w:t xml:space="preserve">Zakázka č.  </w:t>
            </w:r>
            <w:r>
              <w:rPr>
                <w:rFonts w:ascii="Arial" w:hAnsi="Arial" w:cs="Arial"/>
                <w:b/>
                <w:sz w:val="24"/>
              </w:rPr>
              <w:t>2025P108</w:t>
            </w:r>
          </w:p>
        </w:tc>
      </w:tr>
      <w:tr w:rsidR="00F02015" w14:paraId="0F6DD045" w14:textId="77777777" w:rsidTr="00B1187A">
        <w:tc>
          <w:tcPr>
            <w:tcW w:w="2764" w:type="dxa"/>
            <w:gridSpan w:val="2"/>
            <w:tcBorders>
              <w:left w:val="double" w:sz="12" w:space="0" w:color="auto"/>
            </w:tcBorders>
          </w:tcPr>
          <w:p w14:paraId="72749E10" w14:textId="02735BFD" w:rsidR="00F02015" w:rsidRPr="00882BE9" w:rsidRDefault="00F02015" w:rsidP="00F02015">
            <w:pPr>
              <w:tabs>
                <w:tab w:val="left" w:pos="1701"/>
                <w:tab w:val="left" w:pos="6804"/>
              </w:tabs>
              <w:rPr>
                <w:rFonts w:ascii="Arial" w:hAnsi="Arial" w:cs="Arial"/>
              </w:rPr>
            </w:pPr>
            <w:bookmarkStart w:id="1" w:name="OLE_LINK1"/>
            <w:r w:rsidRPr="00882BE9">
              <w:rPr>
                <w:rFonts w:ascii="Arial" w:hAnsi="Arial" w:cs="Arial"/>
                <w:b/>
                <w:sz w:val="24"/>
              </w:rPr>
              <w:t xml:space="preserve">Most, </w:t>
            </w:r>
            <w:r>
              <w:rPr>
                <w:rFonts w:ascii="Arial" w:hAnsi="Arial" w:cs="Arial"/>
                <w:b/>
                <w:sz w:val="24"/>
              </w:rPr>
              <w:t>březen 20</w:t>
            </w:r>
            <w:bookmarkEnd w:id="1"/>
            <w:r>
              <w:rPr>
                <w:rFonts w:ascii="Arial" w:hAnsi="Arial" w:cs="Arial"/>
                <w:b/>
                <w:sz w:val="24"/>
              </w:rPr>
              <w:t>25</w:t>
            </w:r>
          </w:p>
        </w:tc>
        <w:tc>
          <w:tcPr>
            <w:tcW w:w="2976" w:type="dxa"/>
          </w:tcPr>
          <w:p w14:paraId="7EE0CEDC" w14:textId="77777777" w:rsidR="00F02015" w:rsidRPr="00882BE9" w:rsidRDefault="00F02015" w:rsidP="00F02015">
            <w:pPr>
              <w:rPr>
                <w:rFonts w:ascii="Arial" w:hAnsi="Arial" w:cs="Arial"/>
              </w:rPr>
            </w:pPr>
          </w:p>
        </w:tc>
        <w:tc>
          <w:tcPr>
            <w:tcW w:w="3470" w:type="dxa"/>
            <w:tcBorders>
              <w:right w:val="double" w:sz="12" w:space="0" w:color="auto"/>
            </w:tcBorders>
          </w:tcPr>
          <w:p w14:paraId="1E9CA126" w14:textId="77777777" w:rsidR="00F02015" w:rsidRPr="00882BE9" w:rsidRDefault="00F02015" w:rsidP="00F02015">
            <w:pPr>
              <w:rPr>
                <w:rFonts w:ascii="Arial" w:hAnsi="Arial" w:cs="Arial"/>
                <w:b/>
                <w:sz w:val="24"/>
              </w:rPr>
            </w:pPr>
            <w:proofErr w:type="spellStart"/>
            <w:r w:rsidRPr="00882BE9">
              <w:rPr>
                <w:rFonts w:ascii="Arial" w:hAnsi="Arial" w:cs="Arial"/>
                <w:b/>
                <w:sz w:val="24"/>
              </w:rPr>
              <w:t>Par</w:t>
            </w:r>
            <w:r>
              <w:rPr>
                <w:rFonts w:ascii="Arial" w:hAnsi="Arial" w:cs="Arial"/>
                <w:b/>
                <w:sz w:val="24"/>
              </w:rPr>
              <w:t>é</w:t>
            </w:r>
            <w:proofErr w:type="spellEnd"/>
            <w:r w:rsidRPr="00882BE9">
              <w:rPr>
                <w:rFonts w:ascii="Arial" w:hAnsi="Arial" w:cs="Arial"/>
                <w:b/>
                <w:sz w:val="24"/>
              </w:rPr>
              <w:t xml:space="preserve"> č.:</w:t>
            </w:r>
          </w:p>
          <w:p w14:paraId="79DEF709" w14:textId="77777777" w:rsidR="00F02015" w:rsidRPr="00882BE9" w:rsidRDefault="00F02015" w:rsidP="00F02015">
            <w:pPr>
              <w:rPr>
                <w:rFonts w:ascii="Arial" w:hAnsi="Arial" w:cs="Arial"/>
                <w:b/>
                <w:sz w:val="24"/>
              </w:rPr>
            </w:pPr>
          </w:p>
          <w:p w14:paraId="79B80901" w14:textId="77777777" w:rsidR="00F02015" w:rsidRPr="00882BE9" w:rsidRDefault="00F02015" w:rsidP="00F02015">
            <w:pPr>
              <w:rPr>
                <w:rFonts w:ascii="Arial" w:hAnsi="Arial" w:cs="Arial"/>
                <w:b/>
                <w:sz w:val="24"/>
              </w:rPr>
            </w:pPr>
          </w:p>
          <w:p w14:paraId="243E6B91" w14:textId="77777777" w:rsidR="00F02015" w:rsidRPr="00882BE9" w:rsidRDefault="00F02015" w:rsidP="00F02015">
            <w:pPr>
              <w:rPr>
                <w:rFonts w:ascii="Arial" w:hAnsi="Arial" w:cs="Arial"/>
                <w:b/>
                <w:sz w:val="24"/>
              </w:rPr>
            </w:pPr>
          </w:p>
          <w:p w14:paraId="09B16B6D" w14:textId="77777777" w:rsidR="00F02015" w:rsidRPr="00882BE9" w:rsidRDefault="00F02015" w:rsidP="00F02015">
            <w:pPr>
              <w:rPr>
                <w:rFonts w:ascii="Arial" w:hAnsi="Arial" w:cs="Arial"/>
                <w:b/>
                <w:sz w:val="24"/>
              </w:rPr>
            </w:pPr>
          </w:p>
          <w:p w14:paraId="7672EE97" w14:textId="77777777" w:rsidR="00F02015" w:rsidRPr="00882BE9" w:rsidRDefault="00F02015" w:rsidP="00F02015">
            <w:pPr>
              <w:rPr>
                <w:rFonts w:ascii="Arial" w:hAnsi="Arial" w:cs="Arial"/>
                <w:b/>
                <w:sz w:val="24"/>
              </w:rPr>
            </w:pPr>
          </w:p>
          <w:p w14:paraId="2F2A939E" w14:textId="77777777" w:rsidR="00F02015" w:rsidRPr="00882BE9" w:rsidRDefault="00F02015" w:rsidP="00F02015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AF5DC0" w14:paraId="36BDECE7" w14:textId="77777777" w:rsidTr="00B1187A">
        <w:tc>
          <w:tcPr>
            <w:tcW w:w="2764" w:type="dxa"/>
            <w:gridSpan w:val="2"/>
            <w:tcBorders>
              <w:left w:val="double" w:sz="12" w:space="0" w:color="auto"/>
              <w:bottom w:val="double" w:sz="12" w:space="0" w:color="auto"/>
            </w:tcBorders>
          </w:tcPr>
          <w:p w14:paraId="02DB9F91" w14:textId="77777777" w:rsidR="00AF5DC0" w:rsidRDefault="00AF5DC0" w:rsidP="00AF5DC0"/>
        </w:tc>
        <w:tc>
          <w:tcPr>
            <w:tcW w:w="2976" w:type="dxa"/>
            <w:tcBorders>
              <w:bottom w:val="double" w:sz="12" w:space="0" w:color="auto"/>
            </w:tcBorders>
          </w:tcPr>
          <w:p w14:paraId="3E852F81" w14:textId="77777777" w:rsidR="00AF5DC0" w:rsidRDefault="00AF5DC0" w:rsidP="00AF5DC0"/>
        </w:tc>
        <w:tc>
          <w:tcPr>
            <w:tcW w:w="3470" w:type="dxa"/>
            <w:tcBorders>
              <w:bottom w:val="double" w:sz="12" w:space="0" w:color="auto"/>
              <w:right w:val="double" w:sz="12" w:space="0" w:color="auto"/>
            </w:tcBorders>
          </w:tcPr>
          <w:p w14:paraId="167C39B1" w14:textId="77777777" w:rsidR="00AF5DC0" w:rsidRDefault="00AF5DC0" w:rsidP="00AF5DC0"/>
        </w:tc>
      </w:tr>
    </w:tbl>
    <w:p w14:paraId="2F363D33" w14:textId="77777777" w:rsidR="004A2E5C" w:rsidRDefault="004A2E5C"/>
    <w:sectPr w:rsidR="004A2E5C">
      <w:footerReference w:type="even" r:id="rId8"/>
      <w:footerReference w:type="default" r:id="rId9"/>
      <w:pgSz w:w="11907" w:h="16840"/>
      <w:pgMar w:top="1418" w:right="1418" w:bottom="851" w:left="1418" w:header="708" w:footer="708" w:gutter="0"/>
      <w:pgNumType w:start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66F636" w14:textId="77777777" w:rsidR="006300EA" w:rsidRDefault="006300EA">
      <w:r>
        <w:separator/>
      </w:r>
    </w:p>
  </w:endnote>
  <w:endnote w:type="continuationSeparator" w:id="0">
    <w:p w14:paraId="049F5397" w14:textId="77777777" w:rsidR="006300EA" w:rsidRDefault="006300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DA5C0E" w14:textId="77777777" w:rsidR="00954975" w:rsidRDefault="0095497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</w:t>
    </w:r>
    <w:r>
      <w:rPr>
        <w:rStyle w:val="slostrnky"/>
      </w:rPr>
      <w:fldChar w:fldCharType="end"/>
    </w:r>
  </w:p>
  <w:p w14:paraId="4B0A7ED8" w14:textId="77777777" w:rsidR="00954975" w:rsidRDefault="0095497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D4360" w14:textId="77777777" w:rsidR="00954975" w:rsidRDefault="00954975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331BA">
      <w:rPr>
        <w:rStyle w:val="slostrnky"/>
        <w:noProof/>
      </w:rPr>
      <w:t>1</w:t>
    </w:r>
    <w:r>
      <w:rPr>
        <w:rStyle w:val="slostrnky"/>
      </w:rPr>
      <w:fldChar w:fldCharType="end"/>
    </w:r>
  </w:p>
  <w:p w14:paraId="3DDEB4AF" w14:textId="77777777" w:rsidR="00954975" w:rsidRDefault="0095497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1CA7C" w14:textId="77777777" w:rsidR="006300EA" w:rsidRDefault="006300EA">
      <w:r>
        <w:separator/>
      </w:r>
    </w:p>
  </w:footnote>
  <w:footnote w:type="continuationSeparator" w:id="0">
    <w:p w14:paraId="79D29A0F" w14:textId="77777777" w:rsidR="006300EA" w:rsidRDefault="006300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67B1A"/>
    <w:multiLevelType w:val="singleLevel"/>
    <w:tmpl w:val="AB2A192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3D6A5DEC"/>
    <w:multiLevelType w:val="hybridMultilevel"/>
    <w:tmpl w:val="BD142430"/>
    <w:lvl w:ilvl="0" w:tplc="34CAB3EA">
      <w:numFmt w:val="bullet"/>
      <w:lvlText w:val="-"/>
      <w:lvlJc w:val="left"/>
      <w:pPr>
        <w:tabs>
          <w:tab w:val="num" w:pos="930"/>
        </w:tabs>
        <w:ind w:left="93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50"/>
        </w:tabs>
        <w:ind w:left="165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70"/>
        </w:tabs>
        <w:ind w:left="23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90"/>
        </w:tabs>
        <w:ind w:left="30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10"/>
        </w:tabs>
        <w:ind w:left="381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30"/>
        </w:tabs>
        <w:ind w:left="45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50"/>
        </w:tabs>
        <w:ind w:left="52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70"/>
        </w:tabs>
        <w:ind w:left="597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90"/>
        </w:tabs>
        <w:ind w:left="6690" w:hanging="360"/>
      </w:pPr>
      <w:rPr>
        <w:rFonts w:ascii="Wingdings" w:hAnsi="Wingdings" w:hint="default"/>
      </w:rPr>
    </w:lvl>
  </w:abstractNum>
  <w:abstractNum w:abstractNumId="2" w15:restartNumberingAfterBreak="0">
    <w:nsid w:val="44275AAE"/>
    <w:multiLevelType w:val="hybridMultilevel"/>
    <w:tmpl w:val="3EE8B61A"/>
    <w:lvl w:ilvl="0" w:tplc="6570FD8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8374A81"/>
    <w:multiLevelType w:val="multilevel"/>
    <w:tmpl w:val="DDEEA67A"/>
    <w:lvl w:ilvl="0">
      <w:start w:val="918"/>
      <w:numFmt w:val="decimal"/>
      <w:lvlText w:val="%1"/>
      <w:lvlJc w:val="left"/>
      <w:pPr>
        <w:tabs>
          <w:tab w:val="num" w:pos="2130"/>
        </w:tabs>
        <w:ind w:left="2130" w:hanging="2130"/>
      </w:pPr>
      <w:rPr>
        <w:rFonts w:hint="default"/>
      </w:rPr>
    </w:lvl>
    <w:lvl w:ilvl="1">
      <w:start w:val="2"/>
      <w:numFmt w:val="decimalZero"/>
      <w:lvlText w:val="%1-%2"/>
      <w:lvlJc w:val="left"/>
      <w:pPr>
        <w:tabs>
          <w:tab w:val="num" w:pos="3975"/>
        </w:tabs>
        <w:ind w:left="3975" w:hanging="213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820"/>
        </w:tabs>
        <w:ind w:left="5820" w:hanging="213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665"/>
        </w:tabs>
        <w:ind w:left="7665" w:hanging="213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10"/>
        </w:tabs>
        <w:ind w:left="9510" w:hanging="213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1355"/>
        </w:tabs>
        <w:ind w:left="11355" w:hanging="213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3200"/>
        </w:tabs>
        <w:ind w:left="13200" w:hanging="213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5045"/>
        </w:tabs>
        <w:ind w:left="15045" w:hanging="213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6890"/>
        </w:tabs>
        <w:ind w:left="16890" w:hanging="2130"/>
      </w:pPr>
      <w:rPr>
        <w:rFonts w:hint="default"/>
      </w:rPr>
    </w:lvl>
  </w:abstractNum>
  <w:abstractNum w:abstractNumId="4" w15:restartNumberingAfterBreak="0">
    <w:nsid w:val="78CB63A5"/>
    <w:multiLevelType w:val="hybridMultilevel"/>
    <w:tmpl w:val="166C9B9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E956E3D"/>
    <w:multiLevelType w:val="hybridMultilevel"/>
    <w:tmpl w:val="DF1AA746"/>
    <w:lvl w:ilvl="0" w:tplc="F9E0AD6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0729077">
    <w:abstractNumId w:val="0"/>
  </w:num>
  <w:num w:numId="2" w16cid:durableId="262034183">
    <w:abstractNumId w:val="3"/>
  </w:num>
  <w:num w:numId="3" w16cid:durableId="1322853786">
    <w:abstractNumId w:val="1"/>
  </w:num>
  <w:num w:numId="4" w16cid:durableId="2007511778">
    <w:abstractNumId w:val="5"/>
  </w:num>
  <w:num w:numId="5" w16cid:durableId="1953979414">
    <w:abstractNumId w:val="2"/>
  </w:num>
  <w:num w:numId="6" w16cid:durableId="33862968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267628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F5E"/>
    <w:rsid w:val="00004F5E"/>
    <w:rsid w:val="00022EAC"/>
    <w:rsid w:val="000324FF"/>
    <w:rsid w:val="00083EC7"/>
    <w:rsid w:val="00092C53"/>
    <w:rsid w:val="000B3AD5"/>
    <w:rsid w:val="000B75F8"/>
    <w:rsid w:val="000D23C2"/>
    <w:rsid w:val="000E16B4"/>
    <w:rsid w:val="00124D42"/>
    <w:rsid w:val="00150517"/>
    <w:rsid w:val="001769D4"/>
    <w:rsid w:val="00195F95"/>
    <w:rsid w:val="001B27AA"/>
    <w:rsid w:val="001B43C8"/>
    <w:rsid w:val="001D65B4"/>
    <w:rsid w:val="00201C36"/>
    <w:rsid w:val="00212F04"/>
    <w:rsid w:val="002226B4"/>
    <w:rsid w:val="002445D1"/>
    <w:rsid w:val="00257975"/>
    <w:rsid w:val="00295B28"/>
    <w:rsid w:val="002969A2"/>
    <w:rsid w:val="002C16F3"/>
    <w:rsid w:val="002F0CA2"/>
    <w:rsid w:val="002F5315"/>
    <w:rsid w:val="002F5D79"/>
    <w:rsid w:val="00307436"/>
    <w:rsid w:val="00316ED5"/>
    <w:rsid w:val="00327168"/>
    <w:rsid w:val="00334A2C"/>
    <w:rsid w:val="003C0D71"/>
    <w:rsid w:val="003F2B20"/>
    <w:rsid w:val="003F4B9F"/>
    <w:rsid w:val="00402D0F"/>
    <w:rsid w:val="0040754B"/>
    <w:rsid w:val="00423A95"/>
    <w:rsid w:val="00434305"/>
    <w:rsid w:val="0043493C"/>
    <w:rsid w:val="00443085"/>
    <w:rsid w:val="00445C60"/>
    <w:rsid w:val="004506CB"/>
    <w:rsid w:val="00460ED6"/>
    <w:rsid w:val="004870F0"/>
    <w:rsid w:val="004A2E5C"/>
    <w:rsid w:val="004B3C93"/>
    <w:rsid w:val="004C4358"/>
    <w:rsid w:val="004D4B18"/>
    <w:rsid w:val="004E151E"/>
    <w:rsid w:val="004E3575"/>
    <w:rsid w:val="004F0E38"/>
    <w:rsid w:val="005148D8"/>
    <w:rsid w:val="00521F84"/>
    <w:rsid w:val="0053652D"/>
    <w:rsid w:val="00543E1F"/>
    <w:rsid w:val="00560BB1"/>
    <w:rsid w:val="005A174C"/>
    <w:rsid w:val="005C7C65"/>
    <w:rsid w:val="0061578E"/>
    <w:rsid w:val="00620B20"/>
    <w:rsid w:val="006235CC"/>
    <w:rsid w:val="006300EA"/>
    <w:rsid w:val="00643350"/>
    <w:rsid w:val="00665F71"/>
    <w:rsid w:val="0069034B"/>
    <w:rsid w:val="00695D34"/>
    <w:rsid w:val="006C0D4E"/>
    <w:rsid w:val="006C4696"/>
    <w:rsid w:val="00714424"/>
    <w:rsid w:val="00735E31"/>
    <w:rsid w:val="007538D4"/>
    <w:rsid w:val="00754C2D"/>
    <w:rsid w:val="00772A42"/>
    <w:rsid w:val="00786A31"/>
    <w:rsid w:val="007C4F09"/>
    <w:rsid w:val="007C5852"/>
    <w:rsid w:val="007D169A"/>
    <w:rsid w:val="007D35E8"/>
    <w:rsid w:val="007E3958"/>
    <w:rsid w:val="00806B34"/>
    <w:rsid w:val="0081011E"/>
    <w:rsid w:val="0081784F"/>
    <w:rsid w:val="008620D6"/>
    <w:rsid w:val="00882BE9"/>
    <w:rsid w:val="008A2D8F"/>
    <w:rsid w:val="008B4AD8"/>
    <w:rsid w:val="008C3607"/>
    <w:rsid w:val="008D487A"/>
    <w:rsid w:val="00910A70"/>
    <w:rsid w:val="00910FA2"/>
    <w:rsid w:val="00932F15"/>
    <w:rsid w:val="009358D1"/>
    <w:rsid w:val="00947DF0"/>
    <w:rsid w:val="00954975"/>
    <w:rsid w:val="00960053"/>
    <w:rsid w:val="00965225"/>
    <w:rsid w:val="00992107"/>
    <w:rsid w:val="00995019"/>
    <w:rsid w:val="009D1D10"/>
    <w:rsid w:val="009D6566"/>
    <w:rsid w:val="00A139EE"/>
    <w:rsid w:val="00A15BEA"/>
    <w:rsid w:val="00A331BA"/>
    <w:rsid w:val="00A77558"/>
    <w:rsid w:val="00A83DC9"/>
    <w:rsid w:val="00AA6403"/>
    <w:rsid w:val="00AB11BC"/>
    <w:rsid w:val="00AB30E0"/>
    <w:rsid w:val="00AD6819"/>
    <w:rsid w:val="00AE4CFA"/>
    <w:rsid w:val="00AE785B"/>
    <w:rsid w:val="00AF5A95"/>
    <w:rsid w:val="00AF5DC0"/>
    <w:rsid w:val="00B1187A"/>
    <w:rsid w:val="00B350D4"/>
    <w:rsid w:val="00B401D0"/>
    <w:rsid w:val="00B40CCA"/>
    <w:rsid w:val="00B54D35"/>
    <w:rsid w:val="00B72027"/>
    <w:rsid w:val="00B76FA4"/>
    <w:rsid w:val="00B814F9"/>
    <w:rsid w:val="00BB3A91"/>
    <w:rsid w:val="00BC78C0"/>
    <w:rsid w:val="00BD5195"/>
    <w:rsid w:val="00C150E6"/>
    <w:rsid w:val="00C24523"/>
    <w:rsid w:val="00C3274E"/>
    <w:rsid w:val="00C75D5C"/>
    <w:rsid w:val="00C910C6"/>
    <w:rsid w:val="00CD1B53"/>
    <w:rsid w:val="00D001C5"/>
    <w:rsid w:val="00D02F03"/>
    <w:rsid w:val="00D02FC7"/>
    <w:rsid w:val="00D34F8A"/>
    <w:rsid w:val="00D3548B"/>
    <w:rsid w:val="00D50863"/>
    <w:rsid w:val="00D706BF"/>
    <w:rsid w:val="00DA53D4"/>
    <w:rsid w:val="00DB5214"/>
    <w:rsid w:val="00DC6B92"/>
    <w:rsid w:val="00E86A9F"/>
    <w:rsid w:val="00E95626"/>
    <w:rsid w:val="00EA5B39"/>
    <w:rsid w:val="00EB6C7E"/>
    <w:rsid w:val="00EE0612"/>
    <w:rsid w:val="00EE3119"/>
    <w:rsid w:val="00EE4D1F"/>
    <w:rsid w:val="00EF40E2"/>
    <w:rsid w:val="00F02015"/>
    <w:rsid w:val="00F0686E"/>
    <w:rsid w:val="00F21FFE"/>
    <w:rsid w:val="00F42B8E"/>
    <w:rsid w:val="00F64832"/>
    <w:rsid w:val="00F740FD"/>
    <w:rsid w:val="00FB2B29"/>
    <w:rsid w:val="00FD1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771CBF"/>
  <w15:chartTrackingRefBased/>
  <w15:docId w15:val="{0AAB2A4D-2E37-4B5C-ACFD-C20DB2BCD7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tabs>
        <w:tab w:val="left" w:pos="1418"/>
      </w:tabs>
      <w:outlineLvl w:val="0"/>
    </w:pPr>
    <w:rPr>
      <w:b/>
      <w:sz w:val="24"/>
    </w:rPr>
  </w:style>
  <w:style w:type="paragraph" w:styleId="Nadpis2">
    <w:name w:val="heading 2"/>
    <w:basedOn w:val="Normln"/>
    <w:next w:val="Normln"/>
    <w:qFormat/>
    <w:pPr>
      <w:keepNext/>
      <w:tabs>
        <w:tab w:val="left" w:pos="1418"/>
      </w:tabs>
      <w:outlineLvl w:val="1"/>
    </w:pPr>
    <w:rPr>
      <w:b/>
      <w:sz w:val="28"/>
    </w:rPr>
  </w:style>
  <w:style w:type="paragraph" w:styleId="Nadpis3">
    <w:name w:val="heading 3"/>
    <w:basedOn w:val="Normln"/>
    <w:next w:val="Normln"/>
    <w:qFormat/>
    <w:pPr>
      <w:keepNext/>
      <w:tabs>
        <w:tab w:val="left" w:pos="1418"/>
      </w:tabs>
      <w:jc w:val="center"/>
      <w:outlineLvl w:val="2"/>
    </w:pPr>
    <w:rPr>
      <w:b/>
      <w:smallCaps/>
      <w:sz w:val="32"/>
    </w:rPr>
  </w:style>
  <w:style w:type="paragraph" w:styleId="Nadpis4">
    <w:name w:val="heading 4"/>
    <w:basedOn w:val="Normln"/>
    <w:next w:val="Normln"/>
    <w:qFormat/>
    <w:pPr>
      <w:keepNext/>
      <w:tabs>
        <w:tab w:val="left" w:pos="1985"/>
      </w:tabs>
      <w:spacing w:line="360" w:lineRule="auto"/>
      <w:jc w:val="both"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tabs>
        <w:tab w:val="left" w:pos="851"/>
        <w:tab w:val="left" w:pos="2552"/>
      </w:tabs>
      <w:spacing w:line="360" w:lineRule="auto"/>
      <w:jc w:val="both"/>
      <w:outlineLvl w:val="4"/>
    </w:pPr>
    <w:rPr>
      <w:sz w:val="24"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kladntextodsazen">
    <w:name w:val="Body Text Indent"/>
    <w:basedOn w:val="Normln"/>
    <w:pPr>
      <w:tabs>
        <w:tab w:val="left" w:pos="1985"/>
      </w:tabs>
      <w:spacing w:line="360" w:lineRule="auto"/>
      <w:ind w:firstLine="567"/>
    </w:pPr>
    <w:rPr>
      <w:sz w:val="24"/>
    </w:rPr>
  </w:style>
  <w:style w:type="paragraph" w:styleId="Zkladntextodsazen2">
    <w:name w:val="Body Text Indent 2"/>
    <w:basedOn w:val="Normln"/>
    <w:pPr>
      <w:tabs>
        <w:tab w:val="left" w:pos="1985"/>
      </w:tabs>
      <w:spacing w:line="360" w:lineRule="auto"/>
      <w:ind w:firstLine="567"/>
      <w:jc w:val="both"/>
    </w:pPr>
    <w:rPr>
      <w:sz w:val="24"/>
    </w:rPr>
  </w:style>
  <w:style w:type="paragraph" w:styleId="Zkladntextodsazen3">
    <w:name w:val="Body Text Indent 3"/>
    <w:basedOn w:val="Normln"/>
    <w:pPr>
      <w:tabs>
        <w:tab w:val="left" w:pos="851"/>
        <w:tab w:val="left" w:pos="1134"/>
        <w:tab w:val="left" w:pos="1985"/>
      </w:tabs>
      <w:spacing w:line="360" w:lineRule="auto"/>
      <w:ind w:left="1134" w:hanging="567"/>
      <w:jc w:val="both"/>
    </w:pPr>
    <w:rPr>
      <w:sz w:val="24"/>
    </w:rPr>
  </w:style>
  <w:style w:type="paragraph" w:styleId="Zkladntext">
    <w:name w:val="Body Text"/>
    <w:basedOn w:val="Normln"/>
    <w:pPr>
      <w:tabs>
        <w:tab w:val="left" w:pos="2552"/>
      </w:tabs>
      <w:spacing w:line="360" w:lineRule="auto"/>
      <w:jc w:val="both"/>
    </w:pPr>
    <w:rPr>
      <w:sz w:val="24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C16F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265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8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352;ablony\Projekty%20CZ%20Teplo\tituln&#237;%20list%20projektu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titulní list projektu.dot</Template>
  <TotalTime>8</TotalTime>
  <Pages>1</Pages>
  <Words>67</Words>
  <Characters>397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titulní strana - projekt, TZ ...</vt:lpstr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titulní strana - projekt, TZ ...</dc:title>
  <dc:subject/>
  <dc:creator>Václav Remuta</dc:creator>
  <cp:keywords/>
  <cp:lastModifiedBy>Petr Wagner</cp:lastModifiedBy>
  <cp:revision>27</cp:revision>
  <cp:lastPrinted>2025-05-02T17:10:00Z</cp:lastPrinted>
  <dcterms:created xsi:type="dcterms:W3CDTF">2016-12-23T16:27:00Z</dcterms:created>
  <dcterms:modified xsi:type="dcterms:W3CDTF">2025-05-02T17:10:00Z</dcterms:modified>
</cp:coreProperties>
</file>